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2ACE" w:rsidRPr="000A2084" w:rsidRDefault="00A00139" w:rsidP="002158F6">
      <w:pPr>
        <w:rPr>
          <w:rFonts w:ascii="Times New Roman" w:hAnsi="Times New Roman" w:cs="Times New Roman"/>
          <w:lang w:val="en-US"/>
        </w:rPr>
      </w:pPr>
      <w:proofErr w:type="gramStart"/>
      <w:r w:rsidRPr="000A2084">
        <w:rPr>
          <w:rFonts w:ascii="Times New Roman" w:hAnsi="Times New Roman" w:cs="Times New Roman"/>
          <w:lang w:val="en-US"/>
        </w:rPr>
        <w:t xml:space="preserve">LAMPIRAN </w:t>
      </w:r>
      <w:r w:rsidR="000A2084">
        <w:rPr>
          <w:rFonts w:ascii="Times New Roman" w:hAnsi="Times New Roman" w:cs="Times New Roman"/>
          <w:lang w:val="en-US"/>
        </w:rPr>
        <w:t>:</w:t>
      </w:r>
      <w:proofErr w:type="gramEnd"/>
    </w:p>
    <w:p w:rsidR="00A00139" w:rsidRPr="000A2084" w:rsidRDefault="000A2084" w:rsidP="002158F6">
      <w:pPr>
        <w:pStyle w:val="DaftarParagraf"/>
        <w:numPr>
          <w:ilvl w:val="0"/>
          <w:numId w:val="1"/>
        </w:numPr>
        <w:ind w:left="0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Evaluasi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34A1C">
        <w:rPr>
          <w:rFonts w:ascii="Times New Roman" w:hAnsi="Times New Roman" w:cs="Times New Roman"/>
          <w:lang w:val="en-US"/>
        </w:rPr>
        <w:t>outter</w:t>
      </w:r>
      <w:proofErr w:type="spellEnd"/>
      <w:r>
        <w:rPr>
          <w:rFonts w:ascii="Times New Roman" w:hAnsi="Times New Roman" w:cs="Times New Roman"/>
          <w:lang w:val="en-US"/>
        </w:rPr>
        <w:t xml:space="preserve"> Model</w:t>
      </w:r>
    </w:p>
    <w:p w:rsidR="000A2084" w:rsidRP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Default="00534A1C" w:rsidP="002158F6">
      <w:pPr>
        <w:pStyle w:val="DaftarParagraf"/>
        <w:ind w:left="0"/>
        <w:rPr>
          <w:rFonts w:ascii="Times New Roman" w:hAnsi="Times New Roman" w:cs="Times New Roman"/>
          <w:noProof/>
          <w:lang w:val="en-US"/>
        </w:rPr>
      </w:pPr>
      <w:r w:rsidRPr="00534A1C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4CA736C" wp14:editId="420675E8">
            <wp:extent cx="5731510" cy="4536440"/>
            <wp:effectExtent l="19050" t="19050" r="21590" b="16510"/>
            <wp:docPr id="1204739782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73978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364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34A1C" w:rsidRDefault="00534A1C" w:rsidP="002158F6">
      <w:pPr>
        <w:pStyle w:val="DaftarParagraf"/>
        <w:ind w:left="0"/>
        <w:rPr>
          <w:rFonts w:ascii="Times New Roman" w:hAnsi="Times New Roman" w:cs="Times New Roman"/>
          <w:noProof/>
          <w:lang w:val="en-US"/>
        </w:rPr>
      </w:pPr>
      <w:r w:rsidRPr="00534A1C"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02F838BB" wp14:editId="30A3C716">
            <wp:extent cx="5731510" cy="4409440"/>
            <wp:effectExtent l="19050" t="19050" r="21590" b="10160"/>
            <wp:docPr id="1555270242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27024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094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34A1C" w:rsidRDefault="00534A1C" w:rsidP="002158F6">
      <w:pPr>
        <w:pStyle w:val="DaftarParagraf"/>
        <w:ind w:left="0"/>
        <w:rPr>
          <w:rFonts w:ascii="Times New Roman" w:hAnsi="Times New Roman" w:cs="Times New Roman"/>
          <w:noProof/>
          <w:lang w:val="en-US"/>
        </w:rPr>
      </w:pPr>
      <w:r w:rsidRPr="00534A1C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4FFBB51" wp14:editId="014281DF">
            <wp:extent cx="5731510" cy="965835"/>
            <wp:effectExtent l="19050" t="19050" r="21590" b="24765"/>
            <wp:docPr id="248927256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92725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658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34A1C" w:rsidRDefault="00534A1C" w:rsidP="002158F6">
      <w:pPr>
        <w:pStyle w:val="DaftarParagraf"/>
        <w:ind w:left="0"/>
        <w:rPr>
          <w:rFonts w:ascii="Times New Roman" w:hAnsi="Times New Roman" w:cs="Times New Roman"/>
          <w:noProof/>
          <w:lang w:val="en-US"/>
        </w:rPr>
      </w:pPr>
      <w:r w:rsidRPr="00534A1C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F072C7C" wp14:editId="79EE19B3">
            <wp:extent cx="5731510" cy="2567940"/>
            <wp:effectExtent l="19050" t="19050" r="21590" b="22860"/>
            <wp:docPr id="1727044580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04458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79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2084" w:rsidRDefault="000A2084" w:rsidP="002158F6">
      <w:pPr>
        <w:pStyle w:val="DaftarParagraf"/>
        <w:ind w:left="0"/>
        <w:rPr>
          <w:rFonts w:ascii="Times New Roman" w:hAnsi="Times New Roman" w:cs="Times New Roman"/>
          <w:noProof/>
          <w:lang w:val="en-US"/>
        </w:rPr>
      </w:pPr>
    </w:p>
    <w:p w:rsidR="00A00139" w:rsidRPr="000A2084" w:rsidRDefault="00A00139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P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A00139" w:rsidRPr="000A2084" w:rsidRDefault="00A00139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P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A00139" w:rsidRPr="000A2084" w:rsidRDefault="00534A1C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  <w:r w:rsidRPr="00534A1C">
        <w:rPr>
          <w:rFonts w:ascii="Times New Roman" w:hAnsi="Times New Roman" w:cs="Times New Roman"/>
          <w:lang w:val="en-US"/>
        </w:rPr>
        <w:drawing>
          <wp:inline distT="0" distB="0" distL="0" distR="0" wp14:anchorId="5E393184" wp14:editId="600F85C0">
            <wp:extent cx="5731510" cy="1699260"/>
            <wp:effectExtent l="19050" t="19050" r="21590" b="15240"/>
            <wp:docPr id="564730353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73035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92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2084" w:rsidRP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C11116" w:rsidRDefault="00534A1C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  <w:r>
        <w:rPr>
          <w:noProof/>
        </w:rPr>
        <w:drawing>
          <wp:inline distT="0" distB="0" distL="0" distR="0" wp14:anchorId="7C2761AE" wp14:editId="0AE2B688">
            <wp:extent cx="5731510" cy="5071745"/>
            <wp:effectExtent l="0" t="0" r="2540" b="0"/>
            <wp:docPr id="827446585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4658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7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084" w:rsidRP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534A1C" w:rsidRDefault="00534A1C" w:rsidP="002158F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A00139" w:rsidRDefault="000A2084" w:rsidP="002158F6">
      <w:pPr>
        <w:pStyle w:val="DaftarParagraf"/>
        <w:numPr>
          <w:ilvl w:val="0"/>
          <w:numId w:val="1"/>
        </w:numPr>
        <w:ind w:left="0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lastRenderedPageBreak/>
        <w:t>Evaluasi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534A1C">
        <w:rPr>
          <w:rFonts w:ascii="Times New Roman" w:hAnsi="Times New Roman" w:cs="Times New Roman"/>
          <w:lang w:val="en-US"/>
        </w:rPr>
        <w:t>Inner</w:t>
      </w:r>
      <w:r>
        <w:rPr>
          <w:rFonts w:ascii="Times New Roman" w:hAnsi="Times New Roman" w:cs="Times New Roman"/>
          <w:lang w:val="en-US"/>
        </w:rPr>
        <w:t xml:space="preserve"> Model</w:t>
      </w:r>
    </w:p>
    <w:p w:rsidR="000A2084" w:rsidRPr="000A2084" w:rsidRDefault="00534A1C" w:rsidP="002158F6">
      <w:pPr>
        <w:jc w:val="center"/>
        <w:rPr>
          <w:rFonts w:ascii="Times New Roman" w:hAnsi="Times New Roman" w:cs="Times New Roman"/>
          <w:lang w:val="en-US"/>
        </w:rPr>
      </w:pPr>
      <w:r w:rsidRPr="00534A1C">
        <w:rPr>
          <w:rFonts w:ascii="Times New Roman" w:hAnsi="Times New Roman" w:cs="Times New Roman"/>
          <w:lang w:val="en-US"/>
        </w:rPr>
        <w:drawing>
          <wp:inline distT="0" distB="0" distL="0" distR="0" wp14:anchorId="0707EF15" wp14:editId="65AF2725">
            <wp:extent cx="5731510" cy="1640205"/>
            <wp:effectExtent l="19050" t="19050" r="21590" b="17145"/>
            <wp:docPr id="682255080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25508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40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00139" w:rsidRPr="000A2084" w:rsidRDefault="00A00139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Default="00534A1C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  <w:r w:rsidRPr="00534A1C">
        <w:rPr>
          <w:rFonts w:ascii="Times New Roman" w:hAnsi="Times New Roman" w:cs="Times New Roman"/>
          <w:lang w:val="en-US"/>
        </w:rPr>
        <w:drawing>
          <wp:inline distT="0" distB="0" distL="0" distR="0" wp14:anchorId="7DFCF6A0" wp14:editId="48E50BE7">
            <wp:extent cx="3858163" cy="2581635"/>
            <wp:effectExtent l="19050" t="19050" r="28575" b="28575"/>
            <wp:docPr id="1011881647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8164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8163" cy="2581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534A1C" w:rsidRDefault="00534A1C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  <w:r w:rsidRPr="00534A1C">
        <w:rPr>
          <w:rFonts w:ascii="Times New Roman" w:hAnsi="Times New Roman" w:cs="Times New Roman"/>
          <w:lang w:val="en-US"/>
        </w:rPr>
        <w:drawing>
          <wp:inline distT="0" distB="0" distL="0" distR="0" wp14:anchorId="6900EBE6" wp14:editId="3D5706F5">
            <wp:extent cx="2838846" cy="543001"/>
            <wp:effectExtent l="19050" t="19050" r="19050" b="28575"/>
            <wp:docPr id="333262338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26233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5430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6447D" w:rsidRDefault="0026447D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26447D" w:rsidRDefault="0026447D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0A2084" w:rsidRDefault="000A2084" w:rsidP="002158F6">
      <w:pPr>
        <w:pStyle w:val="DaftarParagraf"/>
        <w:ind w:left="0"/>
        <w:rPr>
          <w:rFonts w:ascii="Times New Roman" w:hAnsi="Times New Roman" w:cs="Times New Roman"/>
          <w:lang w:val="en-US"/>
        </w:rPr>
      </w:pPr>
    </w:p>
    <w:p w:rsidR="00A00139" w:rsidRPr="00534A1C" w:rsidRDefault="00A00139" w:rsidP="002158F6">
      <w:pPr>
        <w:rPr>
          <w:rFonts w:ascii="Times New Roman" w:hAnsi="Times New Roman" w:cs="Times New Roman"/>
          <w:lang w:val="en-US"/>
        </w:rPr>
      </w:pPr>
    </w:p>
    <w:sectPr w:rsidR="00A00139" w:rsidRPr="00534A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C7967"/>
    <w:multiLevelType w:val="hybridMultilevel"/>
    <w:tmpl w:val="49F009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65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39"/>
    <w:rsid w:val="000A2084"/>
    <w:rsid w:val="002158F6"/>
    <w:rsid w:val="00233CA6"/>
    <w:rsid w:val="0026447D"/>
    <w:rsid w:val="00534A1C"/>
    <w:rsid w:val="00782ACE"/>
    <w:rsid w:val="007C06F0"/>
    <w:rsid w:val="007D474A"/>
    <w:rsid w:val="00A00139"/>
    <w:rsid w:val="00AB505F"/>
    <w:rsid w:val="00AC222C"/>
    <w:rsid w:val="00B324C8"/>
    <w:rsid w:val="00C055EA"/>
    <w:rsid w:val="00C11116"/>
    <w:rsid w:val="00C6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62A70"/>
  <w15:chartTrackingRefBased/>
  <w15:docId w15:val="{075D4753-01B3-49FA-9156-5E07C55C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id-ID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A00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 afifuddin</dc:creator>
  <cp:keywords/>
  <dc:description/>
  <cp:lastModifiedBy>moch afifuddin</cp:lastModifiedBy>
  <cp:revision>3</cp:revision>
  <dcterms:created xsi:type="dcterms:W3CDTF">2024-05-26T04:38:00Z</dcterms:created>
  <dcterms:modified xsi:type="dcterms:W3CDTF">2024-05-26T04:39:00Z</dcterms:modified>
</cp:coreProperties>
</file>